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A1BFB" w14:textId="14D140BE" w:rsidR="00CF73E1" w:rsidRPr="00CF73E1" w:rsidRDefault="00CF73E1" w:rsidP="00CF73E1">
      <w:pPr>
        <w:spacing w:line="240" w:lineRule="auto"/>
        <w:jc w:val="right"/>
        <w:rPr>
          <w:rFonts w:ascii="Corbel" w:hAnsi="Corbel"/>
          <w:bCs/>
          <w:i/>
          <w:iCs/>
          <w:smallCaps/>
        </w:rPr>
      </w:pPr>
      <w:bookmarkStart w:id="0" w:name="_Hlk201668953"/>
      <w:bookmarkStart w:id="1" w:name="_Hlk201668836"/>
      <w:bookmarkStart w:id="2" w:name="_Hlk201669029"/>
      <w:r w:rsidRPr="00CF73E1">
        <w:rPr>
          <w:rFonts w:ascii="Corbel" w:hAnsi="Corbel"/>
          <w:bCs/>
          <w:i/>
          <w:iCs/>
          <w:smallCaps/>
        </w:rPr>
        <w:t>Załącznik nr 1.5 do Zarządzenia Rektora UR nr 61/2025</w:t>
      </w:r>
    </w:p>
    <w:bookmarkEnd w:id="0"/>
    <w:p w14:paraId="02823561" w14:textId="1AD7418A" w:rsidR="0085747A" w:rsidRPr="009C54AE" w:rsidRDefault="0085747A" w:rsidP="00D95FA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823563" w14:textId="1E15B150" w:rsidR="0085747A" w:rsidRDefault="0071620A" w:rsidP="00A93C5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3C55">
        <w:rPr>
          <w:rFonts w:ascii="Corbel" w:hAnsi="Corbel"/>
          <w:b/>
          <w:smallCaps/>
          <w:sz w:val="24"/>
          <w:szCs w:val="24"/>
        </w:rPr>
        <w:t>dotyczy cyklu kształcenia</w:t>
      </w:r>
      <w:r w:rsidR="00567D4B" w:rsidRPr="00A93C55">
        <w:rPr>
          <w:rFonts w:ascii="Corbel" w:hAnsi="Corbel"/>
          <w:b/>
          <w:smallCaps/>
          <w:sz w:val="24"/>
          <w:szCs w:val="24"/>
        </w:rPr>
        <w:t xml:space="preserve"> 202</w:t>
      </w:r>
      <w:r w:rsidR="00CF73E1">
        <w:rPr>
          <w:rFonts w:ascii="Corbel" w:hAnsi="Corbel"/>
          <w:b/>
          <w:smallCaps/>
          <w:sz w:val="24"/>
          <w:szCs w:val="24"/>
        </w:rPr>
        <w:t>5</w:t>
      </w:r>
      <w:r w:rsidR="00567D4B" w:rsidRPr="00A93C55">
        <w:rPr>
          <w:rFonts w:ascii="Corbel" w:hAnsi="Corbel"/>
          <w:b/>
          <w:smallCaps/>
          <w:sz w:val="24"/>
          <w:szCs w:val="24"/>
        </w:rPr>
        <w:t>-202</w:t>
      </w:r>
      <w:r w:rsidR="00CF73E1">
        <w:rPr>
          <w:rFonts w:ascii="Corbel" w:hAnsi="Corbel"/>
          <w:b/>
          <w:smallCaps/>
          <w:sz w:val="24"/>
          <w:szCs w:val="24"/>
        </w:rPr>
        <w:t>7</w:t>
      </w:r>
    </w:p>
    <w:p w14:paraId="6A5ABA6A" w14:textId="77777777" w:rsidR="007B67FA" w:rsidRPr="00B169DF" w:rsidRDefault="007B67FA" w:rsidP="007B67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2823564" w14:textId="4C69D2C7" w:rsidR="00445970" w:rsidRPr="00A93C55" w:rsidRDefault="00445970" w:rsidP="00A93C5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93C55">
        <w:rPr>
          <w:rFonts w:ascii="Corbel" w:hAnsi="Corbel"/>
          <w:sz w:val="24"/>
          <w:szCs w:val="24"/>
        </w:rPr>
        <w:t xml:space="preserve">Rok akademicki   </w:t>
      </w:r>
      <w:r w:rsidR="00567D4B" w:rsidRPr="00A93C55">
        <w:rPr>
          <w:rFonts w:ascii="Corbel" w:hAnsi="Corbel"/>
          <w:sz w:val="24"/>
          <w:szCs w:val="24"/>
        </w:rPr>
        <w:t>202</w:t>
      </w:r>
      <w:r w:rsidR="00CF73E1">
        <w:rPr>
          <w:rFonts w:ascii="Corbel" w:hAnsi="Corbel"/>
          <w:sz w:val="24"/>
          <w:szCs w:val="24"/>
        </w:rPr>
        <w:t>5</w:t>
      </w:r>
      <w:r w:rsidR="00567D4B" w:rsidRPr="00A93C55">
        <w:rPr>
          <w:rFonts w:ascii="Corbel" w:hAnsi="Corbel"/>
          <w:sz w:val="24"/>
          <w:szCs w:val="24"/>
        </w:rPr>
        <w:t>-202</w:t>
      </w:r>
      <w:r w:rsidR="00CF73E1">
        <w:rPr>
          <w:rFonts w:ascii="Corbel" w:hAnsi="Corbel"/>
          <w:sz w:val="24"/>
          <w:szCs w:val="24"/>
        </w:rPr>
        <w:t>6</w:t>
      </w:r>
    </w:p>
    <w:bookmarkEnd w:id="1"/>
    <w:p w14:paraId="02823565" w14:textId="77777777" w:rsidR="0085747A" w:rsidRPr="00A93C5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2"/>
    <w:p w14:paraId="02823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823569" w14:textId="77777777" w:rsidTr="00B819C8">
        <w:tc>
          <w:tcPr>
            <w:tcW w:w="2694" w:type="dxa"/>
            <w:vAlign w:val="center"/>
          </w:tcPr>
          <w:p w14:paraId="028235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23568" w14:textId="7C92AA29" w:rsidR="0085747A" w:rsidRPr="009C54AE" w:rsidRDefault="00567D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 współczesnej</w:t>
            </w:r>
          </w:p>
        </w:tc>
      </w:tr>
      <w:tr w:rsidR="0085747A" w:rsidRPr="009C54AE" w14:paraId="0282356C" w14:textId="77777777" w:rsidTr="00B819C8">
        <w:tc>
          <w:tcPr>
            <w:tcW w:w="2694" w:type="dxa"/>
            <w:vAlign w:val="center"/>
          </w:tcPr>
          <w:p w14:paraId="028235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82356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282356F" w14:textId="77777777" w:rsidTr="00B819C8">
        <w:tc>
          <w:tcPr>
            <w:tcW w:w="2694" w:type="dxa"/>
            <w:vAlign w:val="center"/>
          </w:tcPr>
          <w:p w14:paraId="0282356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82356E" w14:textId="7BBDC567" w:rsidR="0085747A" w:rsidRPr="009C54AE" w:rsidRDefault="00CF73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C54AE" w14:paraId="02823572" w14:textId="77777777" w:rsidTr="00B819C8">
        <w:tc>
          <w:tcPr>
            <w:tcW w:w="2694" w:type="dxa"/>
            <w:vAlign w:val="center"/>
          </w:tcPr>
          <w:p w14:paraId="028235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823571" w14:textId="6E7B6C89" w:rsidR="0085747A" w:rsidRPr="009C54AE" w:rsidRDefault="000779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02823575" w14:textId="77777777" w:rsidTr="00B819C8">
        <w:tc>
          <w:tcPr>
            <w:tcW w:w="2694" w:type="dxa"/>
            <w:vAlign w:val="center"/>
          </w:tcPr>
          <w:p w14:paraId="028235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823574" w14:textId="047642D0" w:rsidR="0085747A" w:rsidRPr="009C54AE" w:rsidRDefault="00567D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02823578" w14:textId="77777777" w:rsidTr="00B819C8">
        <w:tc>
          <w:tcPr>
            <w:tcW w:w="2694" w:type="dxa"/>
            <w:vAlign w:val="center"/>
          </w:tcPr>
          <w:p w14:paraId="0282357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823577" w14:textId="0139A837" w:rsidR="0085747A" w:rsidRPr="009C54AE" w:rsidRDefault="009957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0282357B" w14:textId="77777777" w:rsidTr="00B819C8">
        <w:tc>
          <w:tcPr>
            <w:tcW w:w="2694" w:type="dxa"/>
            <w:vAlign w:val="center"/>
          </w:tcPr>
          <w:p w14:paraId="028235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82357A" w14:textId="73C66B0B" w:rsidR="0085747A" w:rsidRPr="009C54AE" w:rsidRDefault="00567D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282357E" w14:textId="77777777" w:rsidTr="00B819C8">
        <w:tc>
          <w:tcPr>
            <w:tcW w:w="2694" w:type="dxa"/>
            <w:vAlign w:val="center"/>
          </w:tcPr>
          <w:p w14:paraId="028235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82357D" w14:textId="527D1A67" w:rsidR="0085747A" w:rsidRPr="009C54AE" w:rsidRDefault="00583F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957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2823581" w14:textId="77777777" w:rsidTr="00B819C8">
        <w:tc>
          <w:tcPr>
            <w:tcW w:w="2694" w:type="dxa"/>
            <w:vAlign w:val="center"/>
          </w:tcPr>
          <w:p w14:paraId="028235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823580" w14:textId="4018805A" w:rsidR="0085747A" w:rsidRPr="009C54AE" w:rsidRDefault="006A11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14:paraId="02823584" w14:textId="77777777" w:rsidTr="00B819C8">
        <w:tc>
          <w:tcPr>
            <w:tcW w:w="2694" w:type="dxa"/>
            <w:vAlign w:val="center"/>
          </w:tcPr>
          <w:p w14:paraId="02823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23583" w14:textId="2D98E4E9" w:rsidR="0085747A" w:rsidRPr="009C54AE" w:rsidRDefault="00583F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6A1100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02823587" w14:textId="77777777" w:rsidTr="00B819C8">
        <w:tc>
          <w:tcPr>
            <w:tcW w:w="2694" w:type="dxa"/>
            <w:vAlign w:val="center"/>
          </w:tcPr>
          <w:p w14:paraId="0282358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23586" w14:textId="575BD37C" w:rsidR="00923D7D" w:rsidRPr="009C54AE" w:rsidRDefault="00583F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A110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82358A" w14:textId="77777777" w:rsidTr="00B819C8">
        <w:tc>
          <w:tcPr>
            <w:tcW w:w="2694" w:type="dxa"/>
            <w:vAlign w:val="center"/>
          </w:tcPr>
          <w:p w14:paraId="028235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823589" w14:textId="5EB39672" w:rsidR="0085747A" w:rsidRPr="009C54AE" w:rsidRDefault="006A11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Żardecka</w:t>
            </w:r>
          </w:p>
        </w:tc>
      </w:tr>
      <w:tr w:rsidR="0085747A" w:rsidRPr="009C54AE" w14:paraId="0282358D" w14:textId="77777777" w:rsidTr="00B819C8">
        <w:tc>
          <w:tcPr>
            <w:tcW w:w="2694" w:type="dxa"/>
            <w:vAlign w:val="center"/>
          </w:tcPr>
          <w:p w14:paraId="028235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82358C" w14:textId="2A8EFF86" w:rsidR="0085747A" w:rsidRPr="009C54AE" w:rsidRDefault="006A11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Żardecka</w:t>
            </w:r>
          </w:p>
        </w:tc>
      </w:tr>
    </w:tbl>
    <w:p w14:paraId="028235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8235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8235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82359D" w14:textId="77777777" w:rsidTr="00A414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35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82359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35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35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35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3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35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3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3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35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28235A8" w14:textId="77777777" w:rsidTr="00A414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359E" w14:textId="0F92D45D" w:rsidR="00015B8F" w:rsidRPr="009C54AE" w:rsidRDefault="006A1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A0" w14:textId="1386F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A1" w14:textId="7CC05D10" w:rsidR="00015B8F" w:rsidRPr="009C54AE" w:rsidRDefault="00402B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35A7" w14:textId="2E321A06" w:rsidR="00015B8F" w:rsidRPr="009C54AE" w:rsidRDefault="00910F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82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8235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8235B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8235B7" w14:textId="6B20804A" w:rsidR="0085747A" w:rsidRPr="009C54AE" w:rsidRDefault="007016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3E56BD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28235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8235BA" w14:textId="6EBE1D0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28235BB" w14:textId="6C8637DA" w:rsidR="009C54AE" w:rsidRPr="001854D8" w:rsidRDefault="00CF3D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28235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235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8235C0" w14:textId="77777777" w:rsidTr="00745302">
        <w:tc>
          <w:tcPr>
            <w:tcW w:w="9670" w:type="dxa"/>
          </w:tcPr>
          <w:p w14:paraId="028235BF" w14:textId="2B7B6B59" w:rsidR="0085747A" w:rsidRPr="009C54AE" w:rsidRDefault="007016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zdobyte na studiach pierwszego poziomu</w:t>
            </w:r>
          </w:p>
        </w:tc>
      </w:tr>
    </w:tbl>
    <w:p w14:paraId="02823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8235C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8235C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8235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235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28235C8" w14:textId="77777777" w:rsidTr="006D6D8C">
        <w:tc>
          <w:tcPr>
            <w:tcW w:w="844" w:type="dxa"/>
            <w:vAlign w:val="center"/>
          </w:tcPr>
          <w:p w14:paraId="028235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028235C7" w14:textId="6C980ABB" w:rsidR="0085747A" w:rsidRPr="009C54AE" w:rsidRDefault="005F70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antropologii kultury współczesnej, jej filozoficznych podstaw</w:t>
            </w:r>
            <w:r w:rsidR="006D6D8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jej rozwoju w drugiej połowie XX i w XXI wieku, jej głównych nurtów, kierunków i przedstawicieli, a także jej związków z innymi dziedzinami wiedzy oraz zależności od uwarunkowań społecznych, politycznych i kulturowych</w:t>
            </w:r>
          </w:p>
        </w:tc>
      </w:tr>
      <w:tr w:rsidR="0085747A" w:rsidRPr="009C54AE" w14:paraId="028235CB" w14:textId="77777777" w:rsidTr="006D6D8C">
        <w:tc>
          <w:tcPr>
            <w:tcW w:w="844" w:type="dxa"/>
            <w:vAlign w:val="center"/>
          </w:tcPr>
          <w:p w14:paraId="028235C9" w14:textId="2B4FC4D8" w:rsidR="0085747A" w:rsidRPr="009C54AE" w:rsidRDefault="00583F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28235CA" w14:textId="0E41A5B9" w:rsidR="0085747A" w:rsidRPr="009C54AE" w:rsidRDefault="00583F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Udoskonalenie umiejętności samodzielnego </w:t>
            </w:r>
            <w:r w:rsidR="00CB45F5">
              <w:rPr>
                <w:rFonts w:ascii="Corbel" w:hAnsi="Corbel"/>
                <w:b w:val="0"/>
                <w:sz w:val="24"/>
                <w:szCs w:val="24"/>
              </w:rPr>
              <w:t xml:space="preserve">uczenia się,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gromadzenia literatury, </w:t>
            </w:r>
            <w:r w:rsidR="00DC06E6">
              <w:rPr>
                <w:rFonts w:ascii="Corbel" w:hAnsi="Corbel"/>
                <w:b w:val="0"/>
                <w:sz w:val="24"/>
                <w:szCs w:val="24"/>
              </w:rPr>
              <w:t xml:space="preserve">formułowania </w:t>
            </w:r>
            <w:r w:rsidR="00CB45F5">
              <w:rPr>
                <w:rFonts w:ascii="Corbel" w:hAnsi="Corbel"/>
                <w:b w:val="0"/>
                <w:sz w:val="24"/>
                <w:szCs w:val="24"/>
              </w:rPr>
              <w:t>problemów</w:t>
            </w:r>
            <w:r w:rsidR="00DC06E6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stawiania hipotez, konstruowania argumentacji, wyciągania wniosków</w:t>
            </w:r>
            <w:r w:rsidR="00A4140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B45F5">
              <w:rPr>
                <w:rFonts w:ascii="Corbel" w:hAnsi="Corbel"/>
                <w:b w:val="0"/>
                <w:sz w:val="24"/>
                <w:szCs w:val="24"/>
              </w:rPr>
              <w:t>oraz krytycznej analizy wytworów kultury w świetle zdobytej wiedzy</w:t>
            </w:r>
          </w:p>
        </w:tc>
      </w:tr>
      <w:tr w:rsidR="006D6D8C" w:rsidRPr="009C54AE" w14:paraId="028235CE" w14:textId="77777777" w:rsidTr="006D6D8C">
        <w:tc>
          <w:tcPr>
            <w:tcW w:w="844" w:type="dxa"/>
            <w:vAlign w:val="center"/>
          </w:tcPr>
          <w:p w14:paraId="028235CC" w14:textId="4FE35EA0" w:rsidR="006D6D8C" w:rsidRPr="009C54AE" w:rsidRDefault="006D6D8C" w:rsidP="006D6D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028235CD" w14:textId="6270F03E" w:rsidR="006D6D8C" w:rsidRPr="009C54AE" w:rsidRDefault="006D6D8C" w:rsidP="006D6D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Udoskonalenie </w:t>
            </w:r>
            <w:r w:rsidR="00F61C08">
              <w:rPr>
                <w:rFonts w:ascii="Corbel" w:hAnsi="Corbel"/>
                <w:b w:val="0"/>
                <w:sz w:val="24"/>
                <w:szCs w:val="24"/>
              </w:rPr>
              <w:t>kompetencji polegających na dostrzeganiu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złożoności problemów kulturowych oraz wielości związków zachodzących między różnymi obszarami kultury oraz różnymi kulturami</w:t>
            </w:r>
            <w:r w:rsidR="00CB45F5">
              <w:rPr>
                <w:rFonts w:ascii="Corbel" w:hAnsi="Corbel"/>
                <w:b w:val="0"/>
                <w:sz w:val="24"/>
                <w:szCs w:val="24"/>
              </w:rPr>
              <w:t xml:space="preserve">; wykształcenie </w:t>
            </w:r>
            <w:r w:rsidR="00BA505E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CB45F5">
              <w:rPr>
                <w:rFonts w:ascii="Corbel" w:hAnsi="Corbel"/>
                <w:b w:val="0"/>
                <w:sz w:val="24"/>
                <w:szCs w:val="24"/>
              </w:rPr>
              <w:t xml:space="preserve">krytycznej oceny posiadanej </w:t>
            </w:r>
            <w:r w:rsidR="00BA505E">
              <w:rPr>
                <w:rFonts w:ascii="Corbel" w:hAnsi="Corbel"/>
                <w:b w:val="0"/>
                <w:sz w:val="24"/>
                <w:szCs w:val="24"/>
              </w:rPr>
              <w:t xml:space="preserve">przez siebie </w:t>
            </w:r>
            <w:r w:rsidR="00CB45F5">
              <w:rPr>
                <w:rFonts w:ascii="Corbel" w:hAnsi="Corbel"/>
                <w:b w:val="0"/>
                <w:sz w:val="24"/>
                <w:szCs w:val="24"/>
              </w:rPr>
              <w:t>wiedzy, otwartości na nowe idee</w:t>
            </w:r>
            <w:r w:rsidR="00BA505E">
              <w:rPr>
                <w:rFonts w:ascii="Corbel" w:hAnsi="Corbel"/>
                <w:b w:val="0"/>
                <w:sz w:val="24"/>
                <w:szCs w:val="24"/>
              </w:rPr>
              <w:t xml:space="preserve"> oraz gotowości zmiany przekonań z powodu pojawienia się nowych argumentów</w:t>
            </w:r>
          </w:p>
        </w:tc>
      </w:tr>
    </w:tbl>
    <w:p w14:paraId="028235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8235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8235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28235D5" w14:textId="77777777" w:rsidTr="0071620A">
        <w:tc>
          <w:tcPr>
            <w:tcW w:w="1701" w:type="dxa"/>
            <w:vAlign w:val="center"/>
          </w:tcPr>
          <w:p w14:paraId="028235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8235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8235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28235D9" w14:textId="77777777" w:rsidTr="005E6E85">
        <w:tc>
          <w:tcPr>
            <w:tcW w:w="1701" w:type="dxa"/>
          </w:tcPr>
          <w:p w14:paraId="028235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8235D7" w14:textId="07EE9E87" w:rsidR="0085747A" w:rsidRPr="009C54AE" w:rsidRDefault="00BE02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posiada pogłębioną wiedzę na temat współczesnej antropologii kultury, komunikacji, filozofii i krytycznego myślenia; a także zna i rozumie w pogłębionym stopniu kierunki rozwoju i najważniejsze osiągnięcia z zakresu antropologii kultury i komunikacji międzykulturowej</w:t>
            </w:r>
          </w:p>
        </w:tc>
        <w:tc>
          <w:tcPr>
            <w:tcW w:w="1873" w:type="dxa"/>
          </w:tcPr>
          <w:p w14:paraId="028235D8" w14:textId="3E5E07DB" w:rsidR="0085747A" w:rsidRPr="009C54AE" w:rsidRDefault="00BE02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32AC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14:paraId="028235DD" w14:textId="77777777" w:rsidTr="005E6E85">
        <w:tc>
          <w:tcPr>
            <w:tcW w:w="1701" w:type="dxa"/>
          </w:tcPr>
          <w:p w14:paraId="02823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28235DB" w14:textId="6F20AD8A" w:rsidR="0085747A" w:rsidRPr="009C54AE" w:rsidRDefault="00BE02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potrafi posługiwać się różnymi ujęciami teoretycznymi i</w:t>
            </w:r>
            <w:r w:rsidR="00B90D18">
              <w:rPr>
                <w:rFonts w:ascii="Corbel" w:hAnsi="Corbel"/>
                <w:b w:val="0"/>
                <w:smallCaps w:val="0"/>
                <w:szCs w:val="24"/>
              </w:rPr>
              <w:t xml:space="preserve"> za ich pomocą rozpoznawać, interpretować i krytycznie analizować różnego rodzaju wytwory kultury oraz określać ich rangę w procesie komunikacji międzykulturowej</w:t>
            </w:r>
          </w:p>
        </w:tc>
        <w:tc>
          <w:tcPr>
            <w:tcW w:w="1873" w:type="dxa"/>
          </w:tcPr>
          <w:p w14:paraId="028235DC" w14:textId="5FA066E1" w:rsidR="0085747A" w:rsidRPr="009C54AE" w:rsidRDefault="00B9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32AC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028235E1" w14:textId="77777777" w:rsidTr="005E6E85">
        <w:tc>
          <w:tcPr>
            <w:tcW w:w="1701" w:type="dxa"/>
          </w:tcPr>
          <w:p w14:paraId="028235DE" w14:textId="10A5F54D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90D1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8235DF" w14:textId="7D079F4C" w:rsidR="0085747A" w:rsidRPr="009C54AE" w:rsidRDefault="00B9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Uczestnik zajęć jest gotów do krytycznej oceny posiadanej przez siebie wiedzy, przyjmowania</w:t>
            </w:r>
            <w:r w:rsidR="006443D0">
              <w:rPr>
                <w:rFonts w:ascii="Corbel" w:hAnsi="Corbel"/>
                <w:b w:val="0"/>
                <w:smallCaps w:val="0"/>
                <w:szCs w:val="24"/>
              </w:rPr>
              <w:t xml:space="preserve"> nowych idei, zmiany opinii w świetle dostępnych nowych argumentów oraz uznania znaczenia wiedzy w określaniu metod osiągania zakładanych przez siebie celów</w:t>
            </w:r>
          </w:p>
        </w:tc>
        <w:tc>
          <w:tcPr>
            <w:tcW w:w="1873" w:type="dxa"/>
          </w:tcPr>
          <w:p w14:paraId="028235E0" w14:textId="6ECE923A" w:rsidR="0085747A" w:rsidRPr="009C54AE" w:rsidRDefault="006443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28235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235E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28235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4C1C" w:rsidRPr="009C54AE" w14:paraId="103CC1F5" w14:textId="77777777" w:rsidTr="00243C32">
        <w:tc>
          <w:tcPr>
            <w:tcW w:w="9520" w:type="dxa"/>
          </w:tcPr>
          <w:p w14:paraId="2B12EDE2" w14:textId="77777777" w:rsidR="00204C1C" w:rsidRPr="009C54AE" w:rsidRDefault="00204C1C" w:rsidP="00243C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C1C" w:rsidRPr="009C54AE" w14:paraId="6DA2CCF6" w14:textId="77777777" w:rsidTr="00243C32">
        <w:tc>
          <w:tcPr>
            <w:tcW w:w="9520" w:type="dxa"/>
          </w:tcPr>
          <w:p w14:paraId="05E99917" w14:textId="77777777" w:rsidR="00204C1C" w:rsidRPr="009C54AE" w:rsidRDefault="00204C1C" w:rsidP="00243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04C1C" w:rsidRPr="009C54AE" w14:paraId="5B0398A7" w14:textId="77777777" w:rsidTr="00243C32">
        <w:tc>
          <w:tcPr>
            <w:tcW w:w="9520" w:type="dxa"/>
          </w:tcPr>
          <w:p w14:paraId="199DEFC2" w14:textId="77777777" w:rsidR="00204C1C" w:rsidRPr="009C54AE" w:rsidRDefault="00204C1C" w:rsidP="00243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04C1C" w:rsidRPr="009C54AE" w14:paraId="1C8620E4" w14:textId="77777777" w:rsidTr="00243C32">
        <w:tc>
          <w:tcPr>
            <w:tcW w:w="9520" w:type="dxa"/>
          </w:tcPr>
          <w:p w14:paraId="34041AD5" w14:textId="77777777" w:rsidR="00204C1C" w:rsidRPr="009C54AE" w:rsidRDefault="00204C1C" w:rsidP="00243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04C1C" w:rsidRPr="009C54AE" w14:paraId="3ECAFC6D" w14:textId="77777777" w:rsidTr="00243C32">
        <w:tc>
          <w:tcPr>
            <w:tcW w:w="9520" w:type="dxa"/>
          </w:tcPr>
          <w:p w14:paraId="60A8978E" w14:textId="77777777" w:rsidR="00204C1C" w:rsidRPr="009C54AE" w:rsidRDefault="00204C1C" w:rsidP="00243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04C1C" w:rsidRPr="009C54AE" w14:paraId="75E43774" w14:textId="77777777" w:rsidTr="00243C32">
        <w:tc>
          <w:tcPr>
            <w:tcW w:w="9520" w:type="dxa"/>
          </w:tcPr>
          <w:p w14:paraId="0C42B346" w14:textId="77777777" w:rsidR="00204C1C" w:rsidRPr="009C54AE" w:rsidRDefault="00204C1C" w:rsidP="00243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28235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8235E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28235F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4C1C" w:rsidRPr="009C54AE" w14:paraId="1DA2B34E" w14:textId="77777777" w:rsidTr="00204C1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BD0E" w14:textId="77777777" w:rsidR="00204C1C" w:rsidRPr="009C54AE" w:rsidRDefault="00204C1C" w:rsidP="00204C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C1C" w:rsidRPr="009C54AE" w14:paraId="0445E0B8" w14:textId="77777777" w:rsidTr="00204C1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7C80" w14:textId="0CA50593" w:rsidR="00204C1C" w:rsidRPr="009C54AE" w:rsidRDefault="008A3615" w:rsidP="00204C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m</w:t>
            </w:r>
            <w:r w:rsidR="00402913">
              <w:rPr>
                <w:rFonts w:ascii="Corbel" w:hAnsi="Corbel"/>
                <w:sz w:val="24"/>
                <w:szCs w:val="24"/>
              </w:rPr>
              <w:t>iasta i tereny podmiejskie</w:t>
            </w:r>
            <w:r w:rsidR="00A229B8">
              <w:rPr>
                <w:rFonts w:ascii="Corbel" w:hAnsi="Corbel"/>
                <w:sz w:val="24"/>
                <w:szCs w:val="24"/>
              </w:rPr>
              <w:t xml:space="preserve"> – miejsca spotkań</w:t>
            </w:r>
            <w:r w:rsidR="0008337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C37EF">
              <w:rPr>
                <w:rFonts w:ascii="Corbel" w:hAnsi="Corbel"/>
                <w:sz w:val="24"/>
                <w:szCs w:val="24"/>
              </w:rPr>
              <w:t>enklawy, getta</w:t>
            </w:r>
            <w:r w:rsidR="00D732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357FFC">
              <w:rPr>
                <w:rFonts w:ascii="Corbel" w:hAnsi="Corbel"/>
                <w:sz w:val="24"/>
                <w:szCs w:val="24"/>
              </w:rPr>
              <w:t>nie-miejsca.</w:t>
            </w:r>
          </w:p>
        </w:tc>
      </w:tr>
      <w:tr w:rsidR="00204C1C" w:rsidRPr="009C54AE" w14:paraId="0244C185" w14:textId="77777777" w:rsidTr="00204C1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9863" w14:textId="7ECB28E0" w:rsidR="00204C1C" w:rsidRPr="009C54AE" w:rsidRDefault="0024150A" w:rsidP="00204C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Miasto jako</w:t>
            </w:r>
            <w:r w:rsidR="00393EA7">
              <w:rPr>
                <w:rFonts w:ascii="Corbel" w:hAnsi="Corbel"/>
                <w:sz w:val="24"/>
                <w:szCs w:val="24"/>
              </w:rPr>
              <w:t xml:space="preserve"> przestrzeń kulturowa,</w:t>
            </w:r>
            <w:r>
              <w:rPr>
                <w:rFonts w:ascii="Corbel" w:hAnsi="Corbel"/>
                <w:sz w:val="24"/>
                <w:szCs w:val="24"/>
              </w:rPr>
              <w:t xml:space="preserve"> palimpsest</w:t>
            </w:r>
            <w:r w:rsidR="009A2E05">
              <w:rPr>
                <w:rFonts w:ascii="Corbel" w:hAnsi="Corbel"/>
                <w:sz w:val="24"/>
                <w:szCs w:val="24"/>
              </w:rPr>
              <w:t>; cyberprzestrzeń</w:t>
            </w:r>
            <w:r w:rsidR="00E92F39">
              <w:rPr>
                <w:rFonts w:ascii="Corbel" w:hAnsi="Corbel"/>
                <w:sz w:val="24"/>
                <w:szCs w:val="24"/>
              </w:rPr>
              <w:t>;</w:t>
            </w:r>
            <w:r w:rsidR="009766B8">
              <w:rPr>
                <w:rFonts w:ascii="Corbel" w:hAnsi="Corbel"/>
                <w:sz w:val="24"/>
                <w:szCs w:val="24"/>
              </w:rPr>
              <w:t xml:space="preserve"> </w:t>
            </w:r>
            <w:r w:rsidR="00E92F39">
              <w:rPr>
                <w:rFonts w:ascii="Corbel" w:hAnsi="Corbel"/>
                <w:sz w:val="24"/>
                <w:szCs w:val="24"/>
              </w:rPr>
              <w:t>miast</w:t>
            </w:r>
            <w:r w:rsidR="003306D7">
              <w:rPr>
                <w:rFonts w:ascii="Corbel" w:hAnsi="Corbel"/>
                <w:sz w:val="24"/>
                <w:szCs w:val="24"/>
              </w:rPr>
              <w:t>a</w:t>
            </w:r>
            <w:r w:rsidR="00E92F39">
              <w:rPr>
                <w:rFonts w:ascii="Corbel" w:hAnsi="Corbel"/>
                <w:sz w:val="24"/>
                <w:szCs w:val="24"/>
              </w:rPr>
              <w:t xml:space="preserve"> przyszłości.</w:t>
            </w:r>
          </w:p>
        </w:tc>
      </w:tr>
      <w:tr w:rsidR="00204C1C" w:rsidRPr="009C54AE" w14:paraId="5736457D" w14:textId="77777777" w:rsidTr="00204C1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BD98" w14:textId="3C920D97" w:rsidR="00204C1C" w:rsidRPr="009C54AE" w:rsidRDefault="00D62692" w:rsidP="00204C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Wygnańcy</w:t>
            </w:r>
            <w:r w:rsidR="0042505B">
              <w:rPr>
                <w:rFonts w:ascii="Corbel" w:hAnsi="Corbel"/>
                <w:sz w:val="24"/>
                <w:szCs w:val="24"/>
              </w:rPr>
              <w:t>, uchodźcy, emigranci</w:t>
            </w:r>
            <w:r w:rsidR="00626194">
              <w:rPr>
                <w:rFonts w:ascii="Corbel" w:hAnsi="Corbel"/>
                <w:sz w:val="24"/>
                <w:szCs w:val="24"/>
              </w:rPr>
              <w:t>,</w:t>
            </w:r>
            <w:r w:rsidR="00096CA9">
              <w:rPr>
                <w:rFonts w:ascii="Corbel" w:hAnsi="Corbel"/>
                <w:sz w:val="24"/>
                <w:szCs w:val="24"/>
              </w:rPr>
              <w:t xml:space="preserve"> nędzarze</w:t>
            </w:r>
            <w:r w:rsidR="000A6C9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626194">
              <w:rPr>
                <w:rFonts w:ascii="Corbel" w:hAnsi="Corbel"/>
                <w:sz w:val="24"/>
                <w:szCs w:val="24"/>
              </w:rPr>
              <w:t>obcy</w:t>
            </w:r>
            <w:r w:rsidR="000A6C92">
              <w:rPr>
                <w:rFonts w:ascii="Corbel" w:hAnsi="Corbel"/>
                <w:sz w:val="24"/>
                <w:szCs w:val="24"/>
              </w:rPr>
              <w:t xml:space="preserve"> u naszych drzwi</w:t>
            </w:r>
            <w:r w:rsidR="0062619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04C1C" w:rsidRPr="00A1415A" w14:paraId="2CFE029F" w14:textId="77777777" w:rsidTr="00204C1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B203" w14:textId="704A1FBA" w:rsidR="00204C1C" w:rsidRPr="00A1415A" w:rsidRDefault="000A6C92" w:rsidP="00204C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Obozy, mury, druty</w:t>
            </w:r>
            <w:r w:rsidR="00843973">
              <w:rPr>
                <w:rFonts w:ascii="Corbel" w:hAnsi="Corbel"/>
                <w:sz w:val="24"/>
                <w:szCs w:val="24"/>
              </w:rPr>
              <w:t>, nadzór i monitoring</w:t>
            </w:r>
            <w:r>
              <w:rPr>
                <w:rFonts w:ascii="Corbel" w:hAnsi="Corbel"/>
                <w:sz w:val="24"/>
                <w:szCs w:val="24"/>
              </w:rPr>
              <w:t xml:space="preserve"> jako stałe elementy współczesne</w:t>
            </w:r>
            <w:r w:rsidR="0058520A">
              <w:rPr>
                <w:rFonts w:ascii="Corbel" w:hAnsi="Corbel"/>
                <w:sz w:val="24"/>
                <w:szCs w:val="24"/>
              </w:rPr>
              <w:t>go krajobrazu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A6C92" w:rsidRPr="009C54AE" w14:paraId="3D03AAAF" w14:textId="77777777" w:rsidTr="00204C1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45F6" w14:textId="60087188" w:rsidR="000A6C92" w:rsidRPr="009C54AE" w:rsidRDefault="000A6C92" w:rsidP="000A6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415A">
              <w:rPr>
                <w:rFonts w:ascii="Corbel" w:hAnsi="Corbel"/>
                <w:sz w:val="24"/>
                <w:szCs w:val="24"/>
              </w:rPr>
              <w:t xml:space="preserve">Ciało pod presją kultury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A1415A">
              <w:rPr>
                <w:rFonts w:ascii="Corbel" w:hAnsi="Corbel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</w:rPr>
              <w:t>spółczesna obyczajowość dotycząca cielesności.</w:t>
            </w:r>
          </w:p>
        </w:tc>
      </w:tr>
      <w:tr w:rsidR="000A6C92" w:rsidRPr="009C54AE" w14:paraId="38C7E691" w14:textId="77777777" w:rsidTr="00204C1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1895" w14:textId="77777777" w:rsidR="00C758BC" w:rsidRDefault="00F86423" w:rsidP="000A6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Umysł</w:t>
            </w:r>
            <w:r w:rsidR="005C0051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2444F">
              <w:rPr>
                <w:rFonts w:ascii="Corbel" w:hAnsi="Corbel"/>
                <w:sz w:val="24"/>
                <w:szCs w:val="24"/>
              </w:rPr>
              <w:t>w sieci</w:t>
            </w:r>
            <w:r w:rsidR="005C005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92443C">
              <w:rPr>
                <w:rFonts w:ascii="Corbel" w:hAnsi="Corbel"/>
                <w:sz w:val="24"/>
                <w:szCs w:val="24"/>
              </w:rPr>
              <w:t xml:space="preserve">możliwości i </w:t>
            </w:r>
            <w:r w:rsidR="00541456">
              <w:rPr>
                <w:rFonts w:ascii="Corbel" w:hAnsi="Corbel"/>
                <w:sz w:val="24"/>
                <w:szCs w:val="24"/>
              </w:rPr>
              <w:t>zagro</w:t>
            </w:r>
            <w:r w:rsidR="00FC730C">
              <w:rPr>
                <w:rFonts w:ascii="Corbel" w:hAnsi="Corbel"/>
                <w:sz w:val="24"/>
                <w:szCs w:val="24"/>
              </w:rPr>
              <w:t>ż</w:t>
            </w:r>
            <w:r w:rsidR="00A35A30">
              <w:rPr>
                <w:rFonts w:ascii="Corbel" w:hAnsi="Corbel"/>
                <w:sz w:val="24"/>
                <w:szCs w:val="24"/>
              </w:rPr>
              <w:t>e</w:t>
            </w:r>
            <w:r w:rsidR="00541456">
              <w:rPr>
                <w:rFonts w:ascii="Corbel" w:hAnsi="Corbel"/>
                <w:sz w:val="24"/>
                <w:szCs w:val="24"/>
              </w:rPr>
              <w:t>nia</w:t>
            </w:r>
            <w:r w:rsidR="007905DE">
              <w:rPr>
                <w:rFonts w:ascii="Corbel" w:hAnsi="Corbel"/>
                <w:sz w:val="24"/>
                <w:szCs w:val="24"/>
              </w:rPr>
              <w:t xml:space="preserve"> wynikające z </w:t>
            </w:r>
            <w:r w:rsidR="00C758BC">
              <w:rPr>
                <w:rFonts w:ascii="Corbel" w:hAnsi="Corbel"/>
                <w:sz w:val="24"/>
                <w:szCs w:val="24"/>
              </w:rPr>
              <w:t>najnowszych technologii</w:t>
            </w:r>
          </w:p>
          <w:p w14:paraId="50B7DDE1" w14:textId="374AD343" w:rsidR="000A6C92" w:rsidRPr="009C54AE" w:rsidRDefault="00C758BC" w:rsidP="000A6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C0051">
              <w:rPr>
                <w:rFonts w:ascii="Corbel" w:hAnsi="Corbel"/>
                <w:sz w:val="24"/>
                <w:szCs w:val="24"/>
              </w:rPr>
              <w:t xml:space="preserve">byczajowość </w:t>
            </w:r>
            <w:r w:rsidR="001A7EE6">
              <w:rPr>
                <w:rFonts w:ascii="Corbel" w:hAnsi="Corbel"/>
                <w:sz w:val="24"/>
                <w:szCs w:val="24"/>
              </w:rPr>
              <w:t xml:space="preserve">użytkowników </w:t>
            </w:r>
            <w:r w:rsidR="008E17C4">
              <w:rPr>
                <w:rFonts w:ascii="Corbel" w:hAnsi="Corbel"/>
                <w:sz w:val="24"/>
                <w:szCs w:val="24"/>
              </w:rPr>
              <w:t>Internet</w:t>
            </w:r>
            <w:r w:rsidR="001A7EE6">
              <w:rPr>
                <w:rFonts w:ascii="Corbel" w:hAnsi="Corbel"/>
                <w:sz w:val="24"/>
                <w:szCs w:val="24"/>
              </w:rPr>
              <w:t>u</w:t>
            </w:r>
          </w:p>
        </w:tc>
      </w:tr>
      <w:tr w:rsidR="000A6C92" w:rsidRPr="009C54AE" w14:paraId="5B8C9D95" w14:textId="77777777" w:rsidTr="00204C1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1CBE" w14:textId="10FAFE03" w:rsidR="000A6C92" w:rsidRDefault="0007304C" w:rsidP="000A6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mamy drugiej planety - r</w:t>
            </w:r>
            <w:r w:rsidR="00735AD0">
              <w:rPr>
                <w:rFonts w:ascii="Corbel" w:hAnsi="Corbel"/>
                <w:sz w:val="24"/>
                <w:szCs w:val="24"/>
              </w:rPr>
              <w:t>ozwój ś</w:t>
            </w:r>
            <w:r w:rsidR="006D6C3D">
              <w:rPr>
                <w:rFonts w:ascii="Corbel" w:hAnsi="Corbel"/>
                <w:sz w:val="24"/>
                <w:szCs w:val="24"/>
              </w:rPr>
              <w:t>wiadomoś</w:t>
            </w:r>
            <w:r w:rsidR="00735AD0">
              <w:rPr>
                <w:rFonts w:ascii="Corbel" w:hAnsi="Corbel"/>
                <w:sz w:val="24"/>
                <w:szCs w:val="24"/>
              </w:rPr>
              <w:t>ci</w:t>
            </w:r>
            <w:r w:rsidR="006D6C3D">
              <w:rPr>
                <w:rFonts w:ascii="Corbel" w:hAnsi="Corbel"/>
                <w:sz w:val="24"/>
                <w:szCs w:val="24"/>
              </w:rPr>
              <w:t xml:space="preserve"> </w:t>
            </w:r>
            <w:r w:rsidR="005373E1">
              <w:rPr>
                <w:rFonts w:ascii="Corbel" w:hAnsi="Corbel"/>
                <w:sz w:val="24"/>
                <w:szCs w:val="24"/>
              </w:rPr>
              <w:t>ekologiczn</w:t>
            </w:r>
            <w:r w:rsidR="00735AD0">
              <w:rPr>
                <w:rFonts w:ascii="Corbel" w:hAnsi="Corbel"/>
                <w:sz w:val="24"/>
                <w:szCs w:val="24"/>
              </w:rPr>
              <w:t>ej</w:t>
            </w:r>
            <w:r w:rsidR="00790ED0">
              <w:rPr>
                <w:rFonts w:ascii="Corbel" w:hAnsi="Corbel"/>
                <w:sz w:val="24"/>
                <w:szCs w:val="24"/>
              </w:rPr>
              <w:t xml:space="preserve">, ruchy obrońców </w:t>
            </w:r>
            <w:r w:rsidR="008E4676">
              <w:rPr>
                <w:rFonts w:ascii="Corbel" w:hAnsi="Corbel"/>
                <w:sz w:val="24"/>
                <w:szCs w:val="24"/>
              </w:rPr>
              <w:t>przyrody</w:t>
            </w:r>
          </w:p>
        </w:tc>
      </w:tr>
      <w:tr w:rsidR="000A6C92" w:rsidRPr="009C54AE" w14:paraId="19F73F81" w14:textId="77777777" w:rsidTr="00204C1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D3C6" w14:textId="1171A167" w:rsidR="000A6C92" w:rsidRDefault="00663476" w:rsidP="000A6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Paradoksy współczesności</w:t>
            </w:r>
            <w:r w:rsidR="00A80A7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028235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235F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28235FB" w14:textId="6763CE6D" w:rsidR="0085747A" w:rsidRPr="009C54AE" w:rsidRDefault="00BD3B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</w:t>
      </w:r>
      <w:r w:rsidR="000B09D3">
        <w:rPr>
          <w:rFonts w:ascii="Corbel" w:hAnsi="Corbel"/>
          <w:b w:val="0"/>
          <w:smallCaps w:val="0"/>
          <w:szCs w:val="24"/>
        </w:rPr>
        <w:t>.</w:t>
      </w:r>
    </w:p>
    <w:p w14:paraId="0282360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2360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82360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236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8236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0"/>
        <w:gridCol w:w="2117"/>
      </w:tblGrid>
      <w:tr w:rsidR="0085747A" w:rsidRPr="009C54AE" w14:paraId="0282360E" w14:textId="77777777" w:rsidTr="00C05F44">
        <w:tc>
          <w:tcPr>
            <w:tcW w:w="1985" w:type="dxa"/>
            <w:vAlign w:val="center"/>
          </w:tcPr>
          <w:p w14:paraId="0282360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82360B" w14:textId="0F4D2BC9" w:rsidR="0085747A" w:rsidRPr="0043424D" w:rsidRDefault="00A84C85" w:rsidP="00434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C38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</w:tc>
        <w:tc>
          <w:tcPr>
            <w:tcW w:w="2126" w:type="dxa"/>
            <w:vAlign w:val="center"/>
          </w:tcPr>
          <w:p w14:paraId="028236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823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2823612" w14:textId="77777777" w:rsidTr="00C05F44">
        <w:tc>
          <w:tcPr>
            <w:tcW w:w="1985" w:type="dxa"/>
          </w:tcPr>
          <w:p w14:paraId="028236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2823610" w14:textId="72499272" w:rsidR="0085747A" w:rsidRPr="001854D8" w:rsidRDefault="0035010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ocena </w:t>
            </w:r>
            <w:r w:rsidR="0079221E">
              <w:rPr>
                <w:rFonts w:ascii="Corbel" w:hAnsi="Corbel"/>
                <w:b w:val="0"/>
                <w:szCs w:val="24"/>
              </w:rPr>
              <w:t>z egzaminu</w:t>
            </w:r>
          </w:p>
        </w:tc>
        <w:tc>
          <w:tcPr>
            <w:tcW w:w="2126" w:type="dxa"/>
          </w:tcPr>
          <w:p w14:paraId="02823611" w14:textId="0E606891" w:rsidR="0085747A" w:rsidRPr="009C54AE" w:rsidRDefault="001854D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02823616" w14:textId="77777777" w:rsidTr="00C05F44">
        <w:tc>
          <w:tcPr>
            <w:tcW w:w="1985" w:type="dxa"/>
          </w:tcPr>
          <w:p w14:paraId="028236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823614" w14:textId="77E3552D" w:rsidR="0085747A" w:rsidRPr="009C54AE" w:rsidRDefault="0035010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ocena </w:t>
            </w:r>
            <w:r w:rsidR="0079221E">
              <w:rPr>
                <w:rFonts w:ascii="Corbel" w:hAnsi="Corbel"/>
                <w:b w:val="0"/>
                <w:szCs w:val="24"/>
              </w:rPr>
              <w:t>z egzaminu</w:t>
            </w:r>
          </w:p>
        </w:tc>
        <w:tc>
          <w:tcPr>
            <w:tcW w:w="2126" w:type="dxa"/>
          </w:tcPr>
          <w:p w14:paraId="02823615" w14:textId="208211EE" w:rsidR="0085747A" w:rsidRPr="009C54AE" w:rsidRDefault="001854D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A505E" w:rsidRPr="009C54AE" w14:paraId="2FAED7B5" w14:textId="77777777" w:rsidTr="00C05F44">
        <w:tc>
          <w:tcPr>
            <w:tcW w:w="1985" w:type="dxa"/>
          </w:tcPr>
          <w:p w14:paraId="54F22863" w14:textId="76F95711" w:rsidR="00BA505E" w:rsidRPr="009C54AE" w:rsidRDefault="00BA50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043242" w14:textId="70ACBAC1" w:rsidR="00BA505E" w:rsidRDefault="0035010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ocena </w:t>
            </w:r>
            <w:r w:rsidR="0079221E">
              <w:rPr>
                <w:rFonts w:ascii="Corbel" w:hAnsi="Corbel"/>
                <w:b w:val="0"/>
                <w:szCs w:val="24"/>
              </w:rPr>
              <w:t>z egzaminu</w:t>
            </w:r>
          </w:p>
        </w:tc>
        <w:tc>
          <w:tcPr>
            <w:tcW w:w="2126" w:type="dxa"/>
          </w:tcPr>
          <w:p w14:paraId="6108F514" w14:textId="10EC4569" w:rsidR="00BA505E" w:rsidRDefault="00BA50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28236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236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28236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82361D" w14:textId="77777777" w:rsidTr="00923D7D">
        <w:tc>
          <w:tcPr>
            <w:tcW w:w="9670" w:type="dxa"/>
          </w:tcPr>
          <w:p w14:paraId="59DFD414" w14:textId="77777777" w:rsidR="0085747A" w:rsidRDefault="001854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jest aktywny udział w zajęciach oraz uzyskanie pozytywnej oceny z </w:t>
            </w:r>
            <w:r w:rsidR="004E7150">
              <w:rPr>
                <w:rFonts w:ascii="Corbel" w:hAnsi="Corbel"/>
                <w:b w:val="0"/>
                <w:smallCaps w:val="0"/>
                <w:szCs w:val="24"/>
              </w:rPr>
              <w:t>egzaminu.</w:t>
            </w:r>
          </w:p>
          <w:p w14:paraId="341C1457" w14:textId="6BC074CE" w:rsidR="00733114" w:rsidRPr="00733114" w:rsidRDefault="00733114" w:rsidP="0073311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3114">
              <w:rPr>
                <w:rFonts w:ascii="Corbel" w:hAnsi="Corbel"/>
                <w:b w:val="0"/>
                <w:bCs/>
                <w:szCs w:val="24"/>
              </w:rPr>
              <w:t xml:space="preserve">Ocena 5 – student/ka zna i rozumie omawiane zagadnienia, potrafi odwołać się do odpowiednich </w:t>
            </w:r>
            <w:r w:rsidR="00AB378E">
              <w:rPr>
                <w:rFonts w:ascii="Corbel" w:hAnsi="Corbel"/>
                <w:b w:val="0"/>
                <w:bCs/>
                <w:szCs w:val="24"/>
              </w:rPr>
              <w:t xml:space="preserve">Autorów i ich </w:t>
            </w:r>
            <w:r w:rsidRPr="00733114">
              <w:rPr>
                <w:rFonts w:ascii="Corbel" w:hAnsi="Corbel"/>
                <w:b w:val="0"/>
                <w:bCs/>
                <w:szCs w:val="24"/>
              </w:rPr>
              <w:t>tekstów</w:t>
            </w:r>
            <w:r w:rsidR="00AB378E">
              <w:rPr>
                <w:rFonts w:ascii="Corbel" w:hAnsi="Corbel"/>
                <w:b w:val="0"/>
                <w:bCs/>
                <w:szCs w:val="24"/>
              </w:rPr>
              <w:t>,</w:t>
            </w:r>
            <w:r w:rsidRPr="00733114">
              <w:rPr>
                <w:rFonts w:ascii="Corbel" w:hAnsi="Corbel"/>
                <w:b w:val="0"/>
                <w:bCs/>
                <w:szCs w:val="24"/>
              </w:rPr>
              <w:t xml:space="preserve"> potrafi przeprowadzić argumentację w oparciu o zdobytą wiedzę i samodzielnie rozwiązywać hipotetyczne problemy posługując się zdobytą wiedzą i umiejętnościami</w:t>
            </w:r>
            <w:r w:rsidR="002A16EC">
              <w:rPr>
                <w:rFonts w:ascii="Corbel" w:hAnsi="Corbel"/>
                <w:b w:val="0"/>
                <w:bCs/>
                <w:szCs w:val="24"/>
              </w:rPr>
              <w:t>, potrafi krytycznie odnieść się do omawianych teoretychnych stanowisk</w:t>
            </w:r>
            <w:r w:rsidRPr="00733114">
              <w:rPr>
                <w:rFonts w:ascii="Corbel" w:hAnsi="Corbel"/>
                <w:b w:val="0"/>
                <w:bCs/>
                <w:szCs w:val="24"/>
              </w:rPr>
              <w:t>.</w:t>
            </w:r>
          </w:p>
          <w:p w14:paraId="34451730" w14:textId="33EC6106" w:rsidR="00733114" w:rsidRPr="00733114" w:rsidRDefault="00733114" w:rsidP="0073311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3114">
              <w:rPr>
                <w:rFonts w:ascii="Corbel" w:hAnsi="Corbel"/>
                <w:b w:val="0"/>
                <w:bCs/>
                <w:szCs w:val="24"/>
              </w:rPr>
              <w:t xml:space="preserve">Ocena 4 – Student/ka zna i rozumie omawiane zagadnienia, potrafi odwołać się do odpowiednich </w:t>
            </w:r>
            <w:r w:rsidR="002A16EC">
              <w:rPr>
                <w:rFonts w:ascii="Corbel" w:hAnsi="Corbel"/>
                <w:b w:val="0"/>
                <w:bCs/>
                <w:szCs w:val="24"/>
              </w:rPr>
              <w:t>a</w:t>
            </w:r>
            <w:r w:rsidR="004F171B">
              <w:rPr>
                <w:rFonts w:ascii="Corbel" w:hAnsi="Corbel"/>
                <w:b w:val="0"/>
                <w:bCs/>
                <w:szCs w:val="24"/>
              </w:rPr>
              <w:t xml:space="preserve">utorów i ich </w:t>
            </w:r>
            <w:r w:rsidRPr="00733114">
              <w:rPr>
                <w:rFonts w:ascii="Corbel" w:hAnsi="Corbel"/>
                <w:b w:val="0"/>
                <w:bCs/>
                <w:szCs w:val="24"/>
              </w:rPr>
              <w:t>tekstów</w:t>
            </w:r>
            <w:r w:rsidR="004F171B">
              <w:rPr>
                <w:rFonts w:ascii="Corbel" w:hAnsi="Corbel"/>
                <w:b w:val="0"/>
                <w:bCs/>
                <w:szCs w:val="24"/>
              </w:rPr>
              <w:t>,</w:t>
            </w:r>
            <w:r w:rsidRPr="00733114">
              <w:rPr>
                <w:rFonts w:ascii="Corbel" w:hAnsi="Corbel"/>
                <w:b w:val="0"/>
                <w:bCs/>
                <w:szCs w:val="24"/>
              </w:rPr>
              <w:t xml:space="preserve"> ma jednak problemy z przeprowadzeniem argumentacji i samodzielnym rozwiązywaniem hipotetycznych problemów w oparciu o zdobytą wiedzę.</w:t>
            </w:r>
          </w:p>
          <w:p w14:paraId="0282361C" w14:textId="607E5B6A" w:rsidR="00733114" w:rsidRPr="009C54AE" w:rsidRDefault="00733114" w:rsidP="0073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311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Ocena 3 – student/ka zna omawiane problemy i rozumie je w stopniu dostatecznym, potrafi też odwołać się do odpowiednich </w:t>
            </w:r>
            <w:r w:rsidR="00812D34">
              <w:rPr>
                <w:rFonts w:ascii="Corbel" w:hAnsi="Corbel"/>
                <w:b w:val="0"/>
                <w:bCs/>
                <w:smallCaps w:val="0"/>
                <w:szCs w:val="24"/>
              </w:rPr>
              <w:t>autorów</w:t>
            </w:r>
            <w:r w:rsidRPr="0073311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812D3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nie potrafi </w:t>
            </w:r>
            <w:r w:rsidRPr="00733114">
              <w:rPr>
                <w:rFonts w:ascii="Corbel" w:hAnsi="Corbel"/>
                <w:b w:val="0"/>
                <w:bCs/>
                <w:smallCaps w:val="0"/>
                <w:szCs w:val="24"/>
              </w:rPr>
              <w:t>natomiast przeprowadz</w:t>
            </w:r>
            <w:r w:rsidR="00812D3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ić </w:t>
            </w:r>
            <w:r w:rsidRPr="0073311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argumentacji </w:t>
            </w:r>
            <w:r w:rsidR="00812D34">
              <w:rPr>
                <w:rFonts w:ascii="Corbel" w:hAnsi="Corbel"/>
                <w:b w:val="0"/>
                <w:bCs/>
                <w:smallCaps w:val="0"/>
                <w:szCs w:val="24"/>
              </w:rPr>
              <w:t>ani</w:t>
            </w:r>
            <w:r w:rsidRPr="0073311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samodzielnie rozwiązywać hipotetycznych problemów w oparciu o swoją wiedzę.</w:t>
            </w:r>
          </w:p>
        </w:tc>
      </w:tr>
    </w:tbl>
    <w:p w14:paraId="028236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236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8236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823623" w14:textId="77777777" w:rsidTr="003E1941">
        <w:tc>
          <w:tcPr>
            <w:tcW w:w="4962" w:type="dxa"/>
            <w:vAlign w:val="center"/>
          </w:tcPr>
          <w:p w14:paraId="028236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8236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823626" w14:textId="77777777" w:rsidTr="00923D7D">
        <w:tc>
          <w:tcPr>
            <w:tcW w:w="4962" w:type="dxa"/>
          </w:tcPr>
          <w:p w14:paraId="02823624" w14:textId="0715128B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BD3B5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BD3B5E">
              <w:rPr>
                <w:sz w:val="24"/>
                <w:szCs w:val="24"/>
              </w:rPr>
              <w:t>z</w:t>
            </w:r>
            <w:r w:rsidR="009C1331" w:rsidRPr="00BD3B5E">
              <w:rPr>
                <w:sz w:val="24"/>
                <w:szCs w:val="24"/>
              </w:rPr>
              <w:t> </w:t>
            </w:r>
            <w:r w:rsidR="0045729E" w:rsidRPr="00BD3B5E">
              <w:rPr>
                <w:sz w:val="24"/>
                <w:szCs w:val="24"/>
              </w:rPr>
              <w:t>harmonogramu</w:t>
            </w:r>
            <w:r w:rsidR="00BD3B5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823625" w14:textId="0AF2BE5E" w:rsidR="0085747A" w:rsidRPr="009C54AE" w:rsidRDefault="00BD3B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282362A" w14:textId="77777777" w:rsidTr="00923D7D">
        <w:tc>
          <w:tcPr>
            <w:tcW w:w="4962" w:type="dxa"/>
          </w:tcPr>
          <w:p w14:paraId="028236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236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2823629" w14:textId="42562EAD" w:rsidR="00C61DC5" w:rsidRPr="009C54AE" w:rsidRDefault="00910F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282362E" w14:textId="77777777" w:rsidTr="00923D7D">
        <w:tc>
          <w:tcPr>
            <w:tcW w:w="4962" w:type="dxa"/>
          </w:tcPr>
          <w:p w14:paraId="0282362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282362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2697481" w14:textId="74F8D494" w:rsidR="00C61DC5" w:rsidRDefault="00910F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1CAF73B5" w14:textId="77777777" w:rsidR="00CE208D" w:rsidRDefault="001C31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 tym: </w:t>
            </w:r>
          </w:p>
          <w:p w14:paraId="3F8438B5" w14:textId="67BD8683" w:rsidR="00CE208D" w:rsidRDefault="001C31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1</w:t>
            </w:r>
            <w:r w:rsidR="00910FA0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0282362D" w14:textId="63A0C327" w:rsidR="001C31AE" w:rsidRPr="009C54AE" w:rsidRDefault="001C31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CE208D">
              <w:rPr>
                <w:rFonts w:ascii="Corbel" w:hAnsi="Corbel"/>
                <w:sz w:val="24"/>
                <w:szCs w:val="24"/>
              </w:rPr>
              <w:t>do egzaminu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E208D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10FA0">
              <w:rPr>
                <w:rFonts w:ascii="Corbel" w:hAnsi="Corbel"/>
                <w:sz w:val="24"/>
                <w:szCs w:val="24"/>
              </w:rPr>
              <w:t>30</w:t>
            </w:r>
            <w:r w:rsidR="00CE20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02823631" w14:textId="77777777" w:rsidTr="00923D7D">
        <w:tc>
          <w:tcPr>
            <w:tcW w:w="4962" w:type="dxa"/>
          </w:tcPr>
          <w:p w14:paraId="028236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823630" w14:textId="6B83232D" w:rsidR="0085747A" w:rsidRPr="009C54AE" w:rsidRDefault="00910F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2823634" w14:textId="77777777" w:rsidTr="00923D7D">
        <w:tc>
          <w:tcPr>
            <w:tcW w:w="4962" w:type="dxa"/>
          </w:tcPr>
          <w:p w14:paraId="028236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823633" w14:textId="205CEF47" w:rsidR="0085747A" w:rsidRPr="009C54AE" w:rsidRDefault="00910F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82363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236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28236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282363B" w14:textId="77777777" w:rsidTr="0071620A">
        <w:trPr>
          <w:trHeight w:val="397"/>
        </w:trPr>
        <w:tc>
          <w:tcPr>
            <w:tcW w:w="3544" w:type="dxa"/>
          </w:tcPr>
          <w:p w14:paraId="02823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8236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282363E" w14:textId="77777777" w:rsidTr="0071620A">
        <w:trPr>
          <w:trHeight w:val="397"/>
        </w:trPr>
        <w:tc>
          <w:tcPr>
            <w:tcW w:w="3544" w:type="dxa"/>
          </w:tcPr>
          <w:p w14:paraId="02823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823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8236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6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8236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2823643" w14:textId="77777777" w:rsidTr="0071620A">
        <w:trPr>
          <w:trHeight w:val="397"/>
        </w:trPr>
        <w:tc>
          <w:tcPr>
            <w:tcW w:w="7513" w:type="dxa"/>
          </w:tcPr>
          <w:p w14:paraId="3888CD8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898961" w14:textId="48AC30D6" w:rsidR="00651DDD" w:rsidRDefault="00651D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U. Hannerz, Odkrywanie miasta, Kraków</w:t>
            </w:r>
            <w:r w:rsidR="007452D1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14:paraId="69D20D9F" w14:textId="77777777" w:rsidR="00AE59D6" w:rsidRDefault="007452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Kotkin, Powszechna historia miasta,</w:t>
            </w:r>
            <w:r w:rsidR="00AE59D6">
              <w:rPr>
                <w:rFonts w:ascii="Corbel" w:hAnsi="Corbel"/>
                <w:b w:val="0"/>
                <w:smallCaps w:val="0"/>
                <w:szCs w:val="24"/>
              </w:rPr>
              <w:t xml:space="preserve"> Warszawa 2018;</w:t>
            </w:r>
          </w:p>
          <w:p w14:paraId="08201B5D" w14:textId="77777777" w:rsidR="003B4C93" w:rsidRDefault="00AE59D6" w:rsidP="003B4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Pobłocki, Kapitalizm</w:t>
            </w:r>
            <w:r w:rsidR="00224A4E">
              <w:rPr>
                <w:rFonts w:ascii="Corbel" w:hAnsi="Corbel"/>
                <w:b w:val="0"/>
                <w:smallCaps w:val="0"/>
                <w:szCs w:val="24"/>
              </w:rPr>
              <w:t>, Warszawa 2017;</w:t>
            </w:r>
          </w:p>
          <w:p w14:paraId="091F3096" w14:textId="52C682BF" w:rsidR="003B4C93" w:rsidRPr="003B4C93" w:rsidRDefault="003B4C93" w:rsidP="003B4C9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3B4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Bauman, </w:t>
            </w:r>
            <w:r w:rsidRPr="003B4C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Płynne czasy</w:t>
            </w:r>
            <w:r w:rsidRPr="003B4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(fragment), </w:t>
            </w:r>
            <w:r w:rsidRPr="003B4C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Płynne życie</w:t>
            </w:r>
            <w:r w:rsidRPr="003B4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(fragment); </w:t>
            </w:r>
            <w:r w:rsidRPr="003B4C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Obcy u naszych drzwi </w:t>
            </w:r>
            <w:r w:rsidRPr="003B4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(fragment);</w:t>
            </w:r>
          </w:p>
          <w:p w14:paraId="0C97914F" w14:textId="77777777" w:rsidR="003B4C93" w:rsidRDefault="003B4C93" w:rsidP="003B4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U. Beck, </w:t>
            </w:r>
            <w:r w:rsidRPr="003B4C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Sp</w:t>
            </w:r>
            <w:r w:rsidRPr="00A77D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ołeczeństwo ryzyka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(fragment);</w:t>
            </w:r>
          </w:p>
          <w:p w14:paraId="02823642" w14:textId="281B1BA0" w:rsidR="008B3BE1" w:rsidRPr="003B4C93" w:rsidRDefault="00553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Ch. Shilling, </w:t>
            </w:r>
            <w:r w:rsidRPr="002832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Socjologia ciała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E1622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2832DB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</w:p>
        </w:tc>
      </w:tr>
      <w:tr w:rsidR="0085747A" w:rsidRPr="009C54AE" w14:paraId="02823645" w14:textId="77777777" w:rsidTr="0071620A">
        <w:trPr>
          <w:trHeight w:val="397"/>
        </w:trPr>
        <w:tc>
          <w:tcPr>
            <w:tcW w:w="7513" w:type="dxa"/>
          </w:tcPr>
          <w:p w14:paraId="219EA70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1F7BB7" w14:textId="77777777" w:rsidR="00FE4960" w:rsidRDefault="001854D8" w:rsidP="00C4341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Indywidualnie dobrana przez </w:t>
            </w:r>
            <w:r w:rsidR="001C31A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każdego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studenta w zależności od </w:t>
            </w:r>
            <w:r w:rsidR="00C05859">
              <w:rPr>
                <w:rFonts w:ascii="Corbel" w:hAnsi="Corbel"/>
                <w:b w:val="0"/>
                <w:iCs/>
                <w:smallCaps w:val="0"/>
                <w:szCs w:val="24"/>
              </w:rPr>
              <w:t>zainteresowań i preferencji, obejmująca co najmniej cztery teksty źródłowe, czyli publikacje książkowe cz</w:t>
            </w:r>
            <w:r w:rsidR="00F31FD7">
              <w:rPr>
                <w:rFonts w:ascii="Corbel" w:hAnsi="Corbel"/>
                <w:b w:val="0"/>
                <w:iCs/>
                <w:smallCaps w:val="0"/>
                <w:szCs w:val="24"/>
              </w:rPr>
              <w:t>t</w:t>
            </w:r>
            <w:r w:rsidR="00C05859">
              <w:rPr>
                <w:rFonts w:ascii="Corbel" w:hAnsi="Corbel"/>
                <w:b w:val="0"/>
                <w:iCs/>
                <w:smallCaps w:val="0"/>
                <w:szCs w:val="24"/>
              </w:rPr>
              <w:t>erech różnych autorów</w:t>
            </w:r>
            <w:r w:rsidR="00DE47F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</w:t>
            </w:r>
            <w:r w:rsidR="007C72A3">
              <w:rPr>
                <w:rFonts w:ascii="Corbel" w:hAnsi="Corbel"/>
                <w:b w:val="0"/>
                <w:iCs/>
                <w:smallCaps w:val="0"/>
                <w:szCs w:val="24"/>
              </w:rPr>
              <w:t>zajmujących się współczesnością.</w:t>
            </w:r>
            <w:r w:rsidR="00C43418" w:rsidRPr="007C6FAA">
              <w:rPr>
                <w:rFonts w:ascii="Corbel" w:hAnsi="Corbel"/>
                <w:bCs/>
                <w:smallCaps w:val="0"/>
                <w:color w:val="000000"/>
                <w:szCs w:val="24"/>
              </w:rPr>
              <w:t xml:space="preserve"> </w:t>
            </w:r>
          </w:p>
          <w:p w14:paraId="78374992" w14:textId="300A1049" w:rsidR="00C43418" w:rsidRDefault="00E77279" w:rsidP="00C4341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E77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Propozycje:</w:t>
            </w:r>
          </w:p>
          <w:p w14:paraId="5D1A7B55" w14:textId="2C70A359" w:rsidR="00C43418" w:rsidRPr="00421821" w:rsidRDefault="00C43418" w:rsidP="00C43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Foucault, </w:t>
            </w:r>
            <w:r w:rsidRPr="004218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Nadzorować i karać</w:t>
            </w: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(fragment), </w:t>
            </w:r>
            <w:r w:rsidRPr="004218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Narodziny kliniki</w:t>
            </w: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(fragment), </w:t>
            </w:r>
            <w:r w:rsidRPr="004218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Trzeba bronić społeczeństwa</w:t>
            </w: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(fragment);</w:t>
            </w:r>
          </w:p>
          <w:p w14:paraId="5BFA4A5D" w14:textId="77777777" w:rsidR="00C43418" w:rsidRPr="00421821" w:rsidRDefault="00C43418" w:rsidP="00C43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Bourdieu, </w:t>
            </w:r>
            <w:r w:rsidRPr="004218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Reguły sztuki</w:t>
            </w: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(fragmant), </w:t>
            </w:r>
            <w:r w:rsidRPr="004218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Reprodukcja</w:t>
            </w: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(fragment), </w:t>
            </w:r>
            <w:r w:rsidRPr="004218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Medytacje pascaliańskie</w:t>
            </w: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(fragment);</w:t>
            </w:r>
          </w:p>
          <w:p w14:paraId="2C03AD80" w14:textId="77777777" w:rsidR="00C43418" w:rsidRPr="00421821" w:rsidRDefault="00C43418" w:rsidP="00C43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Habermas, </w:t>
            </w:r>
            <w:r w:rsidRPr="004218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Działanie komunikacyjne i detranscendentalizacja rozumu</w:t>
            </w: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(fragment), </w:t>
            </w:r>
            <w:r w:rsidRPr="004218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Między naturalizmem a religią</w:t>
            </w: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(fragment);</w:t>
            </w:r>
          </w:p>
          <w:p w14:paraId="2423C791" w14:textId="77777777" w:rsidR="00C43418" w:rsidRPr="00421821" w:rsidRDefault="00C43418" w:rsidP="00C43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Butler, </w:t>
            </w:r>
            <w:r w:rsidRPr="004218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Uwikłani w płeć</w:t>
            </w: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(fragment);</w:t>
            </w:r>
          </w:p>
          <w:p w14:paraId="0BABC4C5" w14:textId="77777777" w:rsidR="00C43418" w:rsidRPr="00421821" w:rsidRDefault="00C43418" w:rsidP="00C43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Kristeva, Czarne słońce (fragment);</w:t>
            </w:r>
          </w:p>
          <w:p w14:paraId="02823644" w14:textId="2787E0CB" w:rsidR="001854D8" w:rsidRPr="001854D8" w:rsidRDefault="00C43418" w:rsidP="00C4341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218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Baudrillard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77D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Symulakry i symulacja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(fragment).</w:t>
            </w:r>
          </w:p>
        </w:tc>
      </w:tr>
    </w:tbl>
    <w:p w14:paraId="02823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6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64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7EA6E" w14:textId="77777777" w:rsidR="008E0CB0" w:rsidRDefault="008E0CB0" w:rsidP="00C16ABF">
      <w:pPr>
        <w:spacing w:after="0" w:line="240" w:lineRule="auto"/>
      </w:pPr>
      <w:r>
        <w:separator/>
      </w:r>
    </w:p>
  </w:endnote>
  <w:endnote w:type="continuationSeparator" w:id="0">
    <w:p w14:paraId="74421276" w14:textId="77777777" w:rsidR="008E0CB0" w:rsidRDefault="008E0C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181CB" w14:textId="77777777" w:rsidR="008E0CB0" w:rsidRDefault="008E0CB0" w:rsidP="00C16ABF">
      <w:pPr>
        <w:spacing w:after="0" w:line="240" w:lineRule="auto"/>
      </w:pPr>
      <w:r>
        <w:separator/>
      </w:r>
    </w:p>
  </w:footnote>
  <w:footnote w:type="continuationSeparator" w:id="0">
    <w:p w14:paraId="352ADC22" w14:textId="77777777" w:rsidR="008E0CB0" w:rsidRDefault="008E0CB0" w:rsidP="00C16ABF">
      <w:pPr>
        <w:spacing w:after="0" w:line="240" w:lineRule="auto"/>
      </w:pPr>
      <w:r>
        <w:continuationSeparator/>
      </w:r>
    </w:p>
  </w:footnote>
  <w:footnote w:id="1">
    <w:p w14:paraId="0282364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89609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D08"/>
    <w:rsid w:val="0007304C"/>
    <w:rsid w:val="000742DC"/>
    <w:rsid w:val="0007793E"/>
    <w:rsid w:val="00083370"/>
    <w:rsid w:val="00083556"/>
    <w:rsid w:val="00084C12"/>
    <w:rsid w:val="0009462C"/>
    <w:rsid w:val="00094B12"/>
    <w:rsid w:val="00096C46"/>
    <w:rsid w:val="00096CA9"/>
    <w:rsid w:val="000A296F"/>
    <w:rsid w:val="000A29AF"/>
    <w:rsid w:val="000A2A28"/>
    <w:rsid w:val="000A6C92"/>
    <w:rsid w:val="000B09D3"/>
    <w:rsid w:val="000B192D"/>
    <w:rsid w:val="000B28EE"/>
    <w:rsid w:val="000B3E37"/>
    <w:rsid w:val="000D04B0"/>
    <w:rsid w:val="000D2699"/>
    <w:rsid w:val="000E0818"/>
    <w:rsid w:val="000E4CEB"/>
    <w:rsid w:val="000F1C57"/>
    <w:rsid w:val="000F5615"/>
    <w:rsid w:val="00124BFF"/>
    <w:rsid w:val="0012560E"/>
    <w:rsid w:val="00127108"/>
    <w:rsid w:val="00134B13"/>
    <w:rsid w:val="001434F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4D8"/>
    <w:rsid w:val="00192F37"/>
    <w:rsid w:val="00195611"/>
    <w:rsid w:val="001A27F5"/>
    <w:rsid w:val="001A70D2"/>
    <w:rsid w:val="001A7EE6"/>
    <w:rsid w:val="001C31AE"/>
    <w:rsid w:val="001C37EF"/>
    <w:rsid w:val="001C38B1"/>
    <w:rsid w:val="001D657B"/>
    <w:rsid w:val="001D7B54"/>
    <w:rsid w:val="001E0209"/>
    <w:rsid w:val="001E1622"/>
    <w:rsid w:val="001F2CA2"/>
    <w:rsid w:val="00204C1C"/>
    <w:rsid w:val="002144C0"/>
    <w:rsid w:val="00217FC0"/>
    <w:rsid w:val="0022477D"/>
    <w:rsid w:val="00224A4E"/>
    <w:rsid w:val="002278A9"/>
    <w:rsid w:val="002336F9"/>
    <w:rsid w:val="0024028F"/>
    <w:rsid w:val="0024150A"/>
    <w:rsid w:val="00244ABC"/>
    <w:rsid w:val="00281FF2"/>
    <w:rsid w:val="002832DB"/>
    <w:rsid w:val="002857DE"/>
    <w:rsid w:val="00291567"/>
    <w:rsid w:val="00297B99"/>
    <w:rsid w:val="002A16EC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2490"/>
    <w:rsid w:val="002F4ABE"/>
    <w:rsid w:val="003018BA"/>
    <w:rsid w:val="0030395F"/>
    <w:rsid w:val="00305C92"/>
    <w:rsid w:val="003151C5"/>
    <w:rsid w:val="00320E80"/>
    <w:rsid w:val="00323412"/>
    <w:rsid w:val="003306D7"/>
    <w:rsid w:val="00332AC9"/>
    <w:rsid w:val="003343CF"/>
    <w:rsid w:val="00346FE9"/>
    <w:rsid w:val="0034759A"/>
    <w:rsid w:val="00350107"/>
    <w:rsid w:val="003503F6"/>
    <w:rsid w:val="003530DD"/>
    <w:rsid w:val="00357FFC"/>
    <w:rsid w:val="00363F78"/>
    <w:rsid w:val="00393EA7"/>
    <w:rsid w:val="003A0A5B"/>
    <w:rsid w:val="003A1176"/>
    <w:rsid w:val="003A5F88"/>
    <w:rsid w:val="003B4C93"/>
    <w:rsid w:val="003C0BAE"/>
    <w:rsid w:val="003D18A9"/>
    <w:rsid w:val="003D6CE2"/>
    <w:rsid w:val="003E1941"/>
    <w:rsid w:val="003E2FE6"/>
    <w:rsid w:val="003E49D5"/>
    <w:rsid w:val="003E56BD"/>
    <w:rsid w:val="003F38C0"/>
    <w:rsid w:val="00402913"/>
    <w:rsid w:val="00402B31"/>
    <w:rsid w:val="00404F77"/>
    <w:rsid w:val="00414E3C"/>
    <w:rsid w:val="00421821"/>
    <w:rsid w:val="0042244A"/>
    <w:rsid w:val="0042505B"/>
    <w:rsid w:val="0042745A"/>
    <w:rsid w:val="00431D5C"/>
    <w:rsid w:val="0043424D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897"/>
    <w:rsid w:val="004A4D1F"/>
    <w:rsid w:val="004D5282"/>
    <w:rsid w:val="004E0232"/>
    <w:rsid w:val="004E7150"/>
    <w:rsid w:val="004F1551"/>
    <w:rsid w:val="004F171B"/>
    <w:rsid w:val="004F55A3"/>
    <w:rsid w:val="0050496F"/>
    <w:rsid w:val="00513B6F"/>
    <w:rsid w:val="00517C63"/>
    <w:rsid w:val="00520680"/>
    <w:rsid w:val="005363C4"/>
    <w:rsid w:val="00536BDE"/>
    <w:rsid w:val="005373E1"/>
    <w:rsid w:val="00541456"/>
    <w:rsid w:val="00543ACC"/>
    <w:rsid w:val="00553613"/>
    <w:rsid w:val="0056696D"/>
    <w:rsid w:val="00567D4B"/>
    <w:rsid w:val="00583F95"/>
    <w:rsid w:val="0058520A"/>
    <w:rsid w:val="0059484D"/>
    <w:rsid w:val="005A0855"/>
    <w:rsid w:val="005A3196"/>
    <w:rsid w:val="005C0051"/>
    <w:rsid w:val="005C080F"/>
    <w:rsid w:val="005C55E5"/>
    <w:rsid w:val="005C696A"/>
    <w:rsid w:val="005E6E85"/>
    <w:rsid w:val="005F0566"/>
    <w:rsid w:val="005F18C3"/>
    <w:rsid w:val="005F31D2"/>
    <w:rsid w:val="005F67E2"/>
    <w:rsid w:val="005F7086"/>
    <w:rsid w:val="0061029B"/>
    <w:rsid w:val="00617230"/>
    <w:rsid w:val="00621CE1"/>
    <w:rsid w:val="00626194"/>
    <w:rsid w:val="00627FC9"/>
    <w:rsid w:val="00633AF7"/>
    <w:rsid w:val="006443D0"/>
    <w:rsid w:val="00647FA8"/>
    <w:rsid w:val="00650C5F"/>
    <w:rsid w:val="00651DDD"/>
    <w:rsid w:val="00654934"/>
    <w:rsid w:val="006620D9"/>
    <w:rsid w:val="00663476"/>
    <w:rsid w:val="00671958"/>
    <w:rsid w:val="00675843"/>
    <w:rsid w:val="00696477"/>
    <w:rsid w:val="00697C4F"/>
    <w:rsid w:val="006A1100"/>
    <w:rsid w:val="006A75FC"/>
    <w:rsid w:val="006D050F"/>
    <w:rsid w:val="006D6139"/>
    <w:rsid w:val="006D6C3D"/>
    <w:rsid w:val="006D6D8C"/>
    <w:rsid w:val="006E2819"/>
    <w:rsid w:val="006E5D65"/>
    <w:rsid w:val="006F1282"/>
    <w:rsid w:val="006F1FBC"/>
    <w:rsid w:val="006F31E2"/>
    <w:rsid w:val="0070166F"/>
    <w:rsid w:val="00706544"/>
    <w:rsid w:val="007072BA"/>
    <w:rsid w:val="007107C3"/>
    <w:rsid w:val="0071620A"/>
    <w:rsid w:val="00724677"/>
    <w:rsid w:val="00725459"/>
    <w:rsid w:val="007327BD"/>
    <w:rsid w:val="00733114"/>
    <w:rsid w:val="00734608"/>
    <w:rsid w:val="00735365"/>
    <w:rsid w:val="00735AD0"/>
    <w:rsid w:val="007452D1"/>
    <w:rsid w:val="00745302"/>
    <w:rsid w:val="007461D6"/>
    <w:rsid w:val="00746EC8"/>
    <w:rsid w:val="00763BF1"/>
    <w:rsid w:val="00766FD4"/>
    <w:rsid w:val="0078168C"/>
    <w:rsid w:val="00787C2A"/>
    <w:rsid w:val="007905DE"/>
    <w:rsid w:val="00790E27"/>
    <w:rsid w:val="00790EB6"/>
    <w:rsid w:val="00790ED0"/>
    <w:rsid w:val="0079221E"/>
    <w:rsid w:val="007A38BC"/>
    <w:rsid w:val="007A4022"/>
    <w:rsid w:val="007A6E6E"/>
    <w:rsid w:val="007B67FA"/>
    <w:rsid w:val="007C3299"/>
    <w:rsid w:val="007C3BCC"/>
    <w:rsid w:val="007C4546"/>
    <w:rsid w:val="007C6FAA"/>
    <w:rsid w:val="007C72A3"/>
    <w:rsid w:val="007D6E56"/>
    <w:rsid w:val="007F1652"/>
    <w:rsid w:val="007F4155"/>
    <w:rsid w:val="0081017A"/>
    <w:rsid w:val="00812D34"/>
    <w:rsid w:val="0081554D"/>
    <w:rsid w:val="0081707E"/>
    <w:rsid w:val="00826EA8"/>
    <w:rsid w:val="00827BB2"/>
    <w:rsid w:val="00843973"/>
    <w:rsid w:val="008449B3"/>
    <w:rsid w:val="0085747A"/>
    <w:rsid w:val="0086777C"/>
    <w:rsid w:val="00884922"/>
    <w:rsid w:val="00885A99"/>
    <w:rsid w:val="00885F64"/>
    <w:rsid w:val="00890971"/>
    <w:rsid w:val="008917F9"/>
    <w:rsid w:val="008A3615"/>
    <w:rsid w:val="008A45F7"/>
    <w:rsid w:val="008A62D1"/>
    <w:rsid w:val="008B3BE1"/>
    <w:rsid w:val="008C0CC0"/>
    <w:rsid w:val="008C19A9"/>
    <w:rsid w:val="008C379D"/>
    <w:rsid w:val="008C5147"/>
    <w:rsid w:val="008C5359"/>
    <w:rsid w:val="008C5363"/>
    <w:rsid w:val="008D3DFB"/>
    <w:rsid w:val="008E0CB0"/>
    <w:rsid w:val="008E17C4"/>
    <w:rsid w:val="008E4019"/>
    <w:rsid w:val="008E4676"/>
    <w:rsid w:val="008E64F4"/>
    <w:rsid w:val="008F12C9"/>
    <w:rsid w:val="008F6E29"/>
    <w:rsid w:val="00910FA0"/>
    <w:rsid w:val="00916188"/>
    <w:rsid w:val="00923D7D"/>
    <w:rsid w:val="0092443C"/>
    <w:rsid w:val="009508DF"/>
    <w:rsid w:val="00950DAC"/>
    <w:rsid w:val="00951051"/>
    <w:rsid w:val="00954A07"/>
    <w:rsid w:val="009766B8"/>
    <w:rsid w:val="00995776"/>
    <w:rsid w:val="00997F14"/>
    <w:rsid w:val="009A2E05"/>
    <w:rsid w:val="009A78D9"/>
    <w:rsid w:val="009C1331"/>
    <w:rsid w:val="009C3E31"/>
    <w:rsid w:val="009C53D8"/>
    <w:rsid w:val="009C54AE"/>
    <w:rsid w:val="009C788E"/>
    <w:rsid w:val="009D7525"/>
    <w:rsid w:val="009E3B41"/>
    <w:rsid w:val="009E7B75"/>
    <w:rsid w:val="009F3C5C"/>
    <w:rsid w:val="009F4610"/>
    <w:rsid w:val="009F50EB"/>
    <w:rsid w:val="00A00ECC"/>
    <w:rsid w:val="00A1415A"/>
    <w:rsid w:val="00A155EE"/>
    <w:rsid w:val="00A2245B"/>
    <w:rsid w:val="00A229B8"/>
    <w:rsid w:val="00A30110"/>
    <w:rsid w:val="00A35A30"/>
    <w:rsid w:val="00A36899"/>
    <w:rsid w:val="00A371F6"/>
    <w:rsid w:val="00A4140D"/>
    <w:rsid w:val="00A43BF6"/>
    <w:rsid w:val="00A53FA5"/>
    <w:rsid w:val="00A54817"/>
    <w:rsid w:val="00A563AC"/>
    <w:rsid w:val="00A601C8"/>
    <w:rsid w:val="00A6039F"/>
    <w:rsid w:val="00A60799"/>
    <w:rsid w:val="00A77D93"/>
    <w:rsid w:val="00A80A70"/>
    <w:rsid w:val="00A84C85"/>
    <w:rsid w:val="00A93C55"/>
    <w:rsid w:val="00A97DE1"/>
    <w:rsid w:val="00AB053C"/>
    <w:rsid w:val="00AB378E"/>
    <w:rsid w:val="00AD1146"/>
    <w:rsid w:val="00AD27D3"/>
    <w:rsid w:val="00AD66D6"/>
    <w:rsid w:val="00AE1160"/>
    <w:rsid w:val="00AE203C"/>
    <w:rsid w:val="00AE2E74"/>
    <w:rsid w:val="00AE59D6"/>
    <w:rsid w:val="00AE5FCB"/>
    <w:rsid w:val="00AF2C1E"/>
    <w:rsid w:val="00B06142"/>
    <w:rsid w:val="00B135B1"/>
    <w:rsid w:val="00B24450"/>
    <w:rsid w:val="00B310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D18"/>
    <w:rsid w:val="00B95F56"/>
    <w:rsid w:val="00B97142"/>
    <w:rsid w:val="00BA505E"/>
    <w:rsid w:val="00BB520A"/>
    <w:rsid w:val="00BC22AE"/>
    <w:rsid w:val="00BD3869"/>
    <w:rsid w:val="00BD3B5E"/>
    <w:rsid w:val="00BD5D1A"/>
    <w:rsid w:val="00BD66E9"/>
    <w:rsid w:val="00BD6FF4"/>
    <w:rsid w:val="00BE02B6"/>
    <w:rsid w:val="00BF2C41"/>
    <w:rsid w:val="00BF2E2E"/>
    <w:rsid w:val="00C05859"/>
    <w:rsid w:val="00C058B4"/>
    <w:rsid w:val="00C05F44"/>
    <w:rsid w:val="00C131B5"/>
    <w:rsid w:val="00C16ABF"/>
    <w:rsid w:val="00C170AE"/>
    <w:rsid w:val="00C26CB7"/>
    <w:rsid w:val="00C324C1"/>
    <w:rsid w:val="00C36992"/>
    <w:rsid w:val="00C43418"/>
    <w:rsid w:val="00C50946"/>
    <w:rsid w:val="00C56036"/>
    <w:rsid w:val="00C61DC5"/>
    <w:rsid w:val="00C67E92"/>
    <w:rsid w:val="00C70A26"/>
    <w:rsid w:val="00C758BC"/>
    <w:rsid w:val="00C766DF"/>
    <w:rsid w:val="00C80416"/>
    <w:rsid w:val="00C94B98"/>
    <w:rsid w:val="00CA2B96"/>
    <w:rsid w:val="00CA5089"/>
    <w:rsid w:val="00CB45F5"/>
    <w:rsid w:val="00CC1169"/>
    <w:rsid w:val="00CD6897"/>
    <w:rsid w:val="00CE208D"/>
    <w:rsid w:val="00CE5BAC"/>
    <w:rsid w:val="00CF25BE"/>
    <w:rsid w:val="00CF3D22"/>
    <w:rsid w:val="00CF73E1"/>
    <w:rsid w:val="00CF78ED"/>
    <w:rsid w:val="00D02B25"/>
    <w:rsid w:val="00D02EBA"/>
    <w:rsid w:val="00D17C3C"/>
    <w:rsid w:val="00D226CA"/>
    <w:rsid w:val="00D26B2C"/>
    <w:rsid w:val="00D352C9"/>
    <w:rsid w:val="00D425B2"/>
    <w:rsid w:val="00D428D6"/>
    <w:rsid w:val="00D552B2"/>
    <w:rsid w:val="00D608D1"/>
    <w:rsid w:val="00D62692"/>
    <w:rsid w:val="00D70623"/>
    <w:rsid w:val="00D73298"/>
    <w:rsid w:val="00D74119"/>
    <w:rsid w:val="00D8075B"/>
    <w:rsid w:val="00D8678B"/>
    <w:rsid w:val="00D95FA4"/>
    <w:rsid w:val="00DA2114"/>
    <w:rsid w:val="00DC06E6"/>
    <w:rsid w:val="00DE09C0"/>
    <w:rsid w:val="00DE47FD"/>
    <w:rsid w:val="00DE4A14"/>
    <w:rsid w:val="00DF320D"/>
    <w:rsid w:val="00DF71C8"/>
    <w:rsid w:val="00E03CA1"/>
    <w:rsid w:val="00E129B8"/>
    <w:rsid w:val="00E21E7D"/>
    <w:rsid w:val="00E22FBC"/>
    <w:rsid w:val="00E24BF5"/>
    <w:rsid w:val="00E25338"/>
    <w:rsid w:val="00E51E44"/>
    <w:rsid w:val="00E55F3F"/>
    <w:rsid w:val="00E63348"/>
    <w:rsid w:val="00E77279"/>
    <w:rsid w:val="00E77E88"/>
    <w:rsid w:val="00E8107D"/>
    <w:rsid w:val="00E92F3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44F"/>
    <w:rsid w:val="00F27A7B"/>
    <w:rsid w:val="00F31FD7"/>
    <w:rsid w:val="00F526AF"/>
    <w:rsid w:val="00F617C3"/>
    <w:rsid w:val="00F61C08"/>
    <w:rsid w:val="00F7066B"/>
    <w:rsid w:val="00F83B28"/>
    <w:rsid w:val="00F86423"/>
    <w:rsid w:val="00FA46E5"/>
    <w:rsid w:val="00FB7DBA"/>
    <w:rsid w:val="00FC1C25"/>
    <w:rsid w:val="00FC381E"/>
    <w:rsid w:val="00FC3F45"/>
    <w:rsid w:val="00FC730C"/>
    <w:rsid w:val="00FD503F"/>
    <w:rsid w:val="00FD7589"/>
    <w:rsid w:val="00FE496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23560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18098-44B2-4FA5-8502-20614524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35</TotalTime>
  <Pages>4</Pages>
  <Words>1023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40</cp:revision>
  <cp:lastPrinted>2019-02-06T12:12:00Z</cp:lastPrinted>
  <dcterms:created xsi:type="dcterms:W3CDTF">2024-09-06T13:52:00Z</dcterms:created>
  <dcterms:modified xsi:type="dcterms:W3CDTF">2025-06-30T10:26:00Z</dcterms:modified>
</cp:coreProperties>
</file>